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7C0EA" w14:textId="77777777" w:rsidR="009F392E" w:rsidRDefault="00F31446" w:rsidP="00F0533E">
      <w:pPr>
        <w:rPr>
          <w:noProof/>
        </w:rPr>
      </w:pPr>
      <w:bookmarkStart w:id="0" w:name="_GoBack"/>
      <w:bookmarkEnd w:id="0"/>
      <w:r w:rsidRPr="00F31446">
        <w:rPr>
          <w:noProof/>
        </w:rPr>
        <w:t>Příloha č. 6</w:t>
      </w:r>
      <w:r w:rsidR="00B85B4C" w:rsidRPr="00F31446">
        <w:rPr>
          <w:noProof/>
        </w:rPr>
        <w:t xml:space="preserve"> Smlouvy</w:t>
      </w:r>
      <w:r w:rsidRPr="00F31446">
        <w:rPr>
          <w:noProof/>
        </w:rPr>
        <w:t xml:space="preserve"> o poskytování služeb</w:t>
      </w:r>
    </w:p>
    <w:p w14:paraId="0DE7C0EB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870ADF" w:rsidRPr="00FD23CD" w14:paraId="0DE7C0EE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E7C0EC" w14:textId="77777777" w:rsidR="00870ADF" w:rsidRPr="000E5CAE" w:rsidRDefault="00870AD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E7C0ED" w14:textId="77777777" w:rsidR="00870ADF" w:rsidRPr="000E5CAE" w:rsidRDefault="00870AD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870ADF" w:rsidRPr="00FD23CD" w14:paraId="0DE7C0F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EF" w14:textId="77777777" w:rsidR="00870ADF" w:rsidRPr="000E5CAE" w:rsidRDefault="00870AD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CA1786">
              <w:rPr>
                <w:rFonts w:asciiTheme="majorHAnsi" w:hAnsiTheme="majorHAnsi"/>
                <w:color w:val="000000"/>
                <w:sz w:val="18"/>
              </w:rPr>
              <w:t xml:space="preserve">Obchodní </w:t>
            </w:r>
            <w:proofErr w:type="spellStart"/>
            <w:r w:rsidRPr="00CA1786">
              <w:rPr>
                <w:rFonts w:asciiTheme="majorHAnsi" w:hAnsiTheme="majorHAnsi"/>
                <w:color w:val="000000"/>
                <w:sz w:val="18"/>
              </w:rPr>
              <w:t>Manager</w:t>
            </w:r>
            <w:proofErr w:type="spellEnd"/>
            <w:r w:rsidRPr="00CA1786">
              <w:rPr>
                <w:rFonts w:asciiTheme="majorHAnsi" w:hAnsiTheme="majorHAnsi"/>
                <w:color w:val="000000"/>
                <w:sz w:val="18"/>
              </w:rPr>
              <w:t xml:space="preserve"> pro implementaci/vedení služby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0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DE7C0F1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2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DE7C0F3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4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E7C0F5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70ADF" w:rsidRPr="00FD23CD" w14:paraId="0DE7C0F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7" w14:textId="77777777" w:rsidR="00870ADF" w:rsidRPr="000E5CAE" w:rsidRDefault="00870AD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CA1786">
              <w:rPr>
                <w:rFonts w:asciiTheme="majorHAnsi" w:hAnsiTheme="majorHAnsi"/>
                <w:color w:val="000000"/>
                <w:sz w:val="18"/>
              </w:rPr>
              <w:t xml:space="preserve">Servisní </w:t>
            </w:r>
            <w:proofErr w:type="spellStart"/>
            <w:r w:rsidRPr="00CA1786">
              <w:rPr>
                <w:rFonts w:asciiTheme="majorHAnsi" w:hAnsiTheme="majorHAnsi"/>
                <w:color w:val="000000"/>
                <w:sz w:val="18"/>
              </w:rPr>
              <w:t>manager</w:t>
            </w:r>
            <w:proofErr w:type="spellEnd"/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8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DE7C0F9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A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DE7C0FB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C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E7C0FD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70ADF" w:rsidRPr="00FD23CD" w14:paraId="0DE7C10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F" w14:textId="77777777" w:rsidR="00870ADF" w:rsidRPr="000E5CAE" w:rsidRDefault="00870AD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CA1786">
              <w:rPr>
                <w:rFonts w:asciiTheme="majorHAnsi" w:hAnsiTheme="majorHAnsi"/>
                <w:color w:val="000000"/>
                <w:sz w:val="18"/>
              </w:rPr>
              <w:t xml:space="preserve">Technický </w:t>
            </w:r>
            <w:proofErr w:type="spellStart"/>
            <w:r w:rsidRPr="00CA1786">
              <w:rPr>
                <w:rFonts w:asciiTheme="majorHAnsi" w:hAnsiTheme="majorHAnsi"/>
                <w:color w:val="000000"/>
                <w:sz w:val="18"/>
              </w:rPr>
              <w:t>manager</w:t>
            </w:r>
            <w:proofErr w:type="spellEnd"/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100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DE7C101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102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DE7C103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104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E7C105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0DE7C10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7C10A" w14:textId="77777777" w:rsidR="002E1549" w:rsidRDefault="002E1549" w:rsidP="00962258">
      <w:pPr>
        <w:spacing w:after="0" w:line="240" w:lineRule="auto"/>
      </w:pPr>
      <w:r>
        <w:separator/>
      </w:r>
    </w:p>
  </w:endnote>
  <w:endnote w:type="continuationSeparator" w:id="0">
    <w:p w14:paraId="0DE7C10B" w14:textId="77777777" w:rsidR="002E1549" w:rsidRDefault="002E15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E7C1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E7C1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E7C1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E7C114" w14:textId="77777777" w:rsidR="00F1715C" w:rsidRDefault="00F1715C" w:rsidP="00D831A3">
          <w:pPr>
            <w:pStyle w:val="Zpat"/>
          </w:pPr>
        </w:p>
      </w:tc>
    </w:tr>
  </w:tbl>
  <w:p w14:paraId="0DE7C11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DE7C12B" wp14:editId="0DE7C1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E7C12D" wp14:editId="0DE7C1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E7C1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E7C121" w14:textId="0B0DC2D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2B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2B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2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DE7C12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E7C12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DE7C12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DE7C126" w14:textId="483A956B" w:rsidR="00F1715C" w:rsidRDefault="000C3F53" w:rsidP="00E852E6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0DE7C127" w14:textId="77777777" w:rsidR="00F1715C" w:rsidRDefault="00F1715C" w:rsidP="00460660">
          <w:pPr>
            <w:pStyle w:val="Zpat"/>
          </w:pPr>
        </w:p>
      </w:tc>
    </w:tr>
  </w:tbl>
  <w:p w14:paraId="0DE7C1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E7C131" wp14:editId="0DE7C1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E7C133" wp14:editId="0DE7C1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E7C12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7C108" w14:textId="77777777" w:rsidR="002E1549" w:rsidRDefault="002E1549" w:rsidP="00962258">
      <w:pPr>
        <w:spacing w:after="0" w:line="240" w:lineRule="auto"/>
      </w:pPr>
      <w:r>
        <w:separator/>
      </w:r>
    </w:p>
  </w:footnote>
  <w:footnote w:type="continuationSeparator" w:id="0">
    <w:p w14:paraId="0DE7C109" w14:textId="77777777" w:rsidR="002E1549" w:rsidRDefault="002E15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E7C1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E7C10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E7C1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E7C10E" w14:textId="77777777" w:rsidR="00F1715C" w:rsidRPr="00D6163D" w:rsidRDefault="00F1715C" w:rsidP="00D6163D">
          <w:pPr>
            <w:pStyle w:val="Druhdokumentu"/>
          </w:pPr>
        </w:p>
      </w:tc>
    </w:tr>
  </w:tbl>
  <w:p w14:paraId="0DE7C1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E7C11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E7C11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7C119" w14:textId="77777777" w:rsidR="00F1715C" w:rsidRPr="00D6163D" w:rsidRDefault="00F1715C" w:rsidP="00FC6389">
          <w:pPr>
            <w:pStyle w:val="Druhdokumentu"/>
          </w:pPr>
        </w:p>
      </w:tc>
    </w:tr>
    <w:tr w:rsidR="009F392E" w14:paraId="0DE7C11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DE7C11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7C11D" w14:textId="77777777" w:rsidR="009F392E" w:rsidRPr="00D6163D" w:rsidRDefault="009F392E" w:rsidP="00FC6389">
          <w:pPr>
            <w:pStyle w:val="Druhdokumentu"/>
          </w:pPr>
        </w:p>
      </w:tc>
    </w:tr>
  </w:tbl>
  <w:p w14:paraId="0DE7C11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E7C12F" wp14:editId="0DE7C1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7C12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C3F53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154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0ADF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12B24"/>
    <w:rsid w:val="00C44F6A"/>
    <w:rsid w:val="00C47AE3"/>
    <w:rsid w:val="00CA178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52E6"/>
    <w:rsid w:val="00EB104F"/>
    <w:rsid w:val="00ED14BD"/>
    <w:rsid w:val="00F0533E"/>
    <w:rsid w:val="00F1048D"/>
    <w:rsid w:val="00F12DEC"/>
    <w:rsid w:val="00F1715C"/>
    <w:rsid w:val="00F310F8"/>
    <w:rsid w:val="00F31446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E7C0EA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E627CF-C442-401F-AD5E-3417EAF86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8F2BB5-3979-45F5-9A63-1307B121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2020-02-20T14:02:00Z</dcterms:created>
  <dcterms:modified xsi:type="dcterms:W3CDTF">2021-03-01T12:50:00Z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